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821"/>
        <w:gridCol w:w="2907"/>
        <w:gridCol w:w="4082"/>
        <w:gridCol w:w="1963"/>
      </w:tblGrid>
      <w:tr w:rsidR="00A45E80" w:rsidTr="00A45E80">
        <w:trPr>
          <w:trHeight w:val="454"/>
          <w:jc w:val="center"/>
        </w:trPr>
        <w:tc>
          <w:tcPr>
            <w:tcW w:w="8810" w:type="dxa"/>
            <w:gridSpan w:val="3"/>
            <w:vAlign w:val="center"/>
          </w:tcPr>
          <w:p w:rsidR="00A45E80" w:rsidRPr="00B21C46" w:rsidRDefault="00A45E80" w:rsidP="00B65026">
            <w:pPr>
              <w:pStyle w:val="En-tte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color w:val="FF0000"/>
                <w:sz w:val="36"/>
              </w:rPr>
              <w:t>Innovation Technologique</w:t>
            </w:r>
          </w:p>
        </w:tc>
        <w:tc>
          <w:tcPr>
            <w:tcW w:w="1963" w:type="dxa"/>
            <w:vAlign w:val="center"/>
          </w:tcPr>
          <w:p w:rsidR="00A45E80" w:rsidRDefault="00A45E80" w:rsidP="00B65026">
            <w:pPr>
              <w:pStyle w:val="En-tte"/>
              <w:jc w:val="center"/>
              <w:rPr>
                <w:b/>
              </w:rPr>
            </w:pPr>
            <w:r>
              <w:rPr>
                <w:b/>
              </w:rPr>
              <w:t>1° STI2D</w:t>
            </w:r>
          </w:p>
          <w:p w:rsidR="00A45E80" w:rsidRPr="003D0E61" w:rsidRDefault="00A45E80" w:rsidP="00B65026">
            <w:pPr>
              <w:pStyle w:val="En-tte"/>
              <w:jc w:val="center"/>
              <w:rPr>
                <w:rFonts w:ascii="Comic Sans MS" w:hAnsi="Comic Sans MS"/>
                <w:b/>
              </w:rPr>
            </w:pPr>
          </w:p>
        </w:tc>
      </w:tr>
      <w:tr w:rsidR="00A45E80" w:rsidTr="00A45E80">
        <w:trPr>
          <w:jc w:val="center"/>
        </w:trPr>
        <w:tc>
          <w:tcPr>
            <w:tcW w:w="1821" w:type="dxa"/>
            <w:vMerge w:val="restart"/>
            <w:vAlign w:val="center"/>
          </w:tcPr>
          <w:p w:rsidR="00A45E80" w:rsidRPr="001B6658" w:rsidRDefault="00A45E80" w:rsidP="00B65026">
            <w:pPr>
              <w:pStyle w:val="En-tte"/>
              <w:jc w:val="center"/>
            </w:pPr>
            <w:r w:rsidRPr="002D50A1"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 wp14:anchorId="71C2424E" wp14:editId="44768F6A">
                  <wp:extent cx="637287" cy="408712"/>
                  <wp:effectExtent l="0" t="0" r="0" b="0"/>
                  <wp:docPr id="8" name="Image 8" descr="D:\Cours\Année 2019-2020\1STI2D\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Cours\Année 2019-2020\1STI2D\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048" cy="45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9" w:type="dxa"/>
            <w:gridSpan w:val="2"/>
            <w:vAlign w:val="center"/>
          </w:tcPr>
          <w:p w:rsidR="00A45E80" w:rsidRPr="00B21C46" w:rsidRDefault="00A45E80" w:rsidP="00B65026">
            <w:pPr>
              <w:pStyle w:val="En-tte"/>
              <w:jc w:val="center"/>
              <w:rPr>
                <w:rFonts w:ascii="Arial" w:hAnsi="Arial" w:cs="Arial"/>
              </w:rPr>
            </w:pPr>
            <w:r w:rsidRPr="000B4D82">
              <w:rPr>
                <w:color w:val="1F497D" w:themeColor="text2"/>
                <w:sz w:val="28"/>
              </w:rPr>
              <w:t>Comment décrire un système ?</w:t>
            </w:r>
          </w:p>
        </w:tc>
        <w:tc>
          <w:tcPr>
            <w:tcW w:w="1963" w:type="dxa"/>
            <w:vAlign w:val="center"/>
          </w:tcPr>
          <w:p w:rsidR="00A45E80" w:rsidRPr="00034DB3" w:rsidRDefault="008B5EB5" w:rsidP="00B65026">
            <w:pPr>
              <w:pStyle w:val="En-tte"/>
              <w:jc w:val="center"/>
              <w:rPr>
                <w:rFonts w:ascii="Comic Sans MS" w:hAnsi="Comic Sans MS"/>
                <w:b/>
                <w:sz w:val="22"/>
              </w:rPr>
            </w:pPr>
            <w:r>
              <w:rPr>
                <w:rFonts w:ascii="Comic Sans MS" w:hAnsi="Comic Sans MS"/>
                <w:b/>
                <w:sz w:val="22"/>
              </w:rPr>
              <w:t>SÉANCE 4</w:t>
            </w:r>
          </w:p>
        </w:tc>
      </w:tr>
      <w:tr w:rsidR="00A45E80" w:rsidTr="00A45E80">
        <w:trPr>
          <w:jc w:val="center"/>
        </w:trPr>
        <w:tc>
          <w:tcPr>
            <w:tcW w:w="1821" w:type="dxa"/>
            <w:vMerge/>
            <w:vAlign w:val="center"/>
          </w:tcPr>
          <w:p w:rsidR="00A45E80" w:rsidRDefault="00A45E80" w:rsidP="00B65026">
            <w:pPr>
              <w:pStyle w:val="En-tte"/>
              <w:jc w:val="center"/>
            </w:pPr>
          </w:p>
        </w:tc>
        <w:tc>
          <w:tcPr>
            <w:tcW w:w="6989" w:type="dxa"/>
            <w:gridSpan w:val="2"/>
            <w:vAlign w:val="center"/>
          </w:tcPr>
          <w:p w:rsidR="00A45E80" w:rsidRDefault="00A45E80" w:rsidP="00B65026">
            <w:pPr>
              <w:pStyle w:val="En-tte"/>
              <w:jc w:val="center"/>
            </w:pPr>
            <w:r w:rsidRPr="000332AA">
              <w:rPr>
                <w:b/>
                <w:bCs/>
                <w:sz w:val="36"/>
                <w:szCs w:val="36"/>
              </w:rPr>
              <w:t>Lecture de schéma</w:t>
            </w:r>
            <w:r>
              <w:rPr>
                <w:b/>
                <w:bCs/>
                <w:sz w:val="36"/>
                <w:szCs w:val="36"/>
              </w:rPr>
              <w:t>s</w:t>
            </w:r>
            <w:r w:rsidRPr="000332AA">
              <w:rPr>
                <w:b/>
                <w:bCs/>
                <w:sz w:val="36"/>
                <w:szCs w:val="36"/>
              </w:rPr>
              <w:t xml:space="preserve"> </w:t>
            </w:r>
            <w:r>
              <w:rPr>
                <w:b/>
                <w:bCs/>
                <w:sz w:val="36"/>
                <w:szCs w:val="36"/>
              </w:rPr>
              <w:t>architecturaux</w:t>
            </w:r>
          </w:p>
        </w:tc>
        <w:tc>
          <w:tcPr>
            <w:tcW w:w="1963" w:type="dxa"/>
            <w:vAlign w:val="center"/>
          </w:tcPr>
          <w:p w:rsidR="00A45E80" w:rsidRDefault="00A45E80" w:rsidP="00B65026">
            <w:pPr>
              <w:pStyle w:val="En-tte"/>
              <w:jc w:val="center"/>
            </w:pPr>
            <w:r>
              <w:t>Activité 1</w:t>
            </w:r>
          </w:p>
        </w:tc>
      </w:tr>
      <w:tr w:rsidR="00A45E80" w:rsidTr="00A45E80">
        <w:trPr>
          <w:trHeight w:val="284"/>
          <w:jc w:val="center"/>
        </w:trPr>
        <w:tc>
          <w:tcPr>
            <w:tcW w:w="4728" w:type="dxa"/>
            <w:gridSpan w:val="2"/>
          </w:tcPr>
          <w:p w:rsidR="00A45E80" w:rsidRPr="00B73924" w:rsidRDefault="00A45E80" w:rsidP="00B65026">
            <w:r>
              <w:t>Nom :</w:t>
            </w:r>
          </w:p>
        </w:tc>
        <w:tc>
          <w:tcPr>
            <w:tcW w:w="4082" w:type="dxa"/>
          </w:tcPr>
          <w:p w:rsidR="00A45E80" w:rsidRPr="00B73924" w:rsidRDefault="00A45E80" w:rsidP="00A45E80">
            <w:r>
              <w:t>Prénom :</w:t>
            </w:r>
          </w:p>
        </w:tc>
        <w:tc>
          <w:tcPr>
            <w:tcW w:w="1963" w:type="dxa"/>
          </w:tcPr>
          <w:p w:rsidR="00A45E80" w:rsidRDefault="00A45E80" w:rsidP="00B65026">
            <w:r>
              <w:t>Classe : 1 STI2D</w:t>
            </w:r>
          </w:p>
        </w:tc>
      </w:tr>
    </w:tbl>
    <w:p w:rsidR="00A45E80" w:rsidRDefault="00A45E80" w:rsidP="000830E0"/>
    <w:p w:rsidR="00157E0C" w:rsidRDefault="00807624" w:rsidP="00A45E80">
      <w:pPr>
        <w:pStyle w:val="Paragraphedeliste"/>
        <w:numPr>
          <w:ilvl w:val="0"/>
          <w:numId w:val="17"/>
        </w:numPr>
        <w:autoSpaceDE w:val="0"/>
        <w:autoSpaceDN w:val="0"/>
        <w:adjustRightInd w:val="0"/>
        <w:spacing w:after="120"/>
        <w:ind w:left="567" w:hanging="567"/>
        <w:jc w:val="both"/>
        <w:rPr>
          <w:rFonts w:ascii="Times New Roman" w:hAnsi="Times New Roman" w:cs="Times New Roman"/>
          <w:b w:val="0"/>
          <w:color w:val="000000"/>
        </w:rPr>
      </w:pPr>
      <w:r w:rsidRPr="00A45E80">
        <w:rPr>
          <w:rFonts w:ascii="Times New Roman" w:hAnsi="Times New Roman" w:cs="Times New Roman"/>
          <w:b w:val="0"/>
          <w:color w:val="000000"/>
        </w:rPr>
        <w:t>Repére</w:t>
      </w:r>
      <w:r w:rsidR="00A92515" w:rsidRPr="00A45E80">
        <w:rPr>
          <w:rFonts w:ascii="Times New Roman" w:hAnsi="Times New Roman" w:cs="Times New Roman"/>
          <w:b w:val="0"/>
          <w:color w:val="000000"/>
        </w:rPr>
        <w:t>z</w:t>
      </w:r>
      <w:r w:rsidRPr="00A45E80">
        <w:rPr>
          <w:rFonts w:ascii="Times New Roman" w:hAnsi="Times New Roman" w:cs="Times New Roman"/>
          <w:b w:val="0"/>
          <w:color w:val="000000"/>
        </w:rPr>
        <w:t xml:space="preserve"> </w:t>
      </w:r>
      <w:r w:rsidR="00157E0C" w:rsidRPr="00A45E80">
        <w:rPr>
          <w:rFonts w:ascii="Times New Roman" w:hAnsi="Times New Roman" w:cs="Times New Roman"/>
          <w:b w:val="0"/>
          <w:color w:val="000000"/>
        </w:rPr>
        <w:t>l</w:t>
      </w:r>
      <w:r w:rsidR="009A699F" w:rsidRPr="00A45E80">
        <w:rPr>
          <w:rFonts w:ascii="Times New Roman" w:hAnsi="Times New Roman" w:cs="Times New Roman"/>
          <w:b w:val="0"/>
          <w:color w:val="000000"/>
        </w:rPr>
        <w:t>es différentes façades</w:t>
      </w:r>
      <w:r w:rsidRPr="00A45E80">
        <w:rPr>
          <w:rFonts w:ascii="Times New Roman" w:hAnsi="Times New Roman" w:cs="Times New Roman"/>
          <w:b w:val="0"/>
          <w:color w:val="000000"/>
        </w:rPr>
        <w:t xml:space="preserve"> en les coloriant</w:t>
      </w:r>
      <w:r w:rsidR="00157E0C" w:rsidRPr="00A45E80">
        <w:rPr>
          <w:rFonts w:ascii="Times New Roman" w:hAnsi="Times New Roman" w:cs="Times New Roman"/>
          <w:b w:val="0"/>
          <w:color w:val="000000"/>
        </w:rPr>
        <w:t>.</w:t>
      </w:r>
    </w:p>
    <w:p w:rsidR="00A45E80" w:rsidRPr="00A45E80" w:rsidRDefault="00A45E80" w:rsidP="00A45E80">
      <w:pPr>
        <w:pStyle w:val="Paragraphedeliste"/>
        <w:autoSpaceDE w:val="0"/>
        <w:autoSpaceDN w:val="0"/>
        <w:adjustRightInd w:val="0"/>
        <w:spacing w:after="120"/>
        <w:ind w:left="540" w:hanging="540"/>
        <w:jc w:val="both"/>
        <w:rPr>
          <w:rFonts w:ascii="Times New Roman" w:hAnsi="Times New Roman" w:cs="Times New Roman"/>
          <w:b w:val="0"/>
          <w:color w:val="000000"/>
        </w:rPr>
      </w:pPr>
    </w:p>
    <w:p w:rsidR="00157E0C" w:rsidRPr="00A45E80" w:rsidRDefault="00A7161B" w:rsidP="00A7161B">
      <w:pPr>
        <w:pStyle w:val="Paragraphedeliste"/>
        <w:autoSpaceDE w:val="0"/>
        <w:autoSpaceDN w:val="0"/>
        <w:adjustRightInd w:val="0"/>
        <w:spacing w:after="120"/>
        <w:ind w:left="540" w:hanging="540"/>
        <w:jc w:val="center"/>
        <w:rPr>
          <w:rFonts w:ascii="Times New Roman" w:hAnsi="Times New Roman" w:cs="Times New Roman"/>
          <w:b w:val="0"/>
          <w:color w:val="000000"/>
        </w:rPr>
      </w:pPr>
      <w:r>
        <w:rPr>
          <w:noProof/>
          <w:lang w:eastAsia="fr-FR"/>
        </w:rPr>
        <mc:AlternateContent>
          <mc:Choice Requires="wpg">
            <w:drawing>
              <wp:inline distT="0" distB="0" distL="0" distR="0" wp14:anchorId="0BAB5A3F" wp14:editId="47B1D085">
                <wp:extent cx="4864665" cy="2628000"/>
                <wp:effectExtent l="0" t="0" r="0" b="1270"/>
                <wp:docPr id="19" name="Group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864665" cy="2628000"/>
                          <a:chOff x="0" y="0"/>
                          <a:chExt cx="5505450" cy="2971800"/>
                        </a:xfrm>
                      </wpg:grpSpPr>
                      <pic:pic xmlns:pic="http://schemas.openxmlformats.org/drawingml/2006/picture">
                        <pic:nvPicPr>
                          <pic:cNvPr id="20" name="Image 20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5450" cy="2971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" name="Rectangle 21"/>
                        <wps:cNvSpPr/>
                        <wps:spPr>
                          <a:xfrm>
                            <a:off x="0" y="2686050"/>
                            <a:ext cx="2147570" cy="2762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B09FC3" id="Groupe 19" o:spid="_x0000_s1026" style="width:383.05pt;height:206.95pt;mso-position-horizontal-relative:char;mso-position-vertical-relative:line" coordsize="55054,297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">
                <o:lock v:ext="edit" aspectratio="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0" o:spid="_x0000_s1027" type="#_x0000_t75" style="position:absolute;width:55054;height:29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">
                  <v:imagedata r:id="rId10" o:title=""/>
                  <v:path arrowok="t"/>
                </v:shape>
                <v:rect id="Rectangle 21" o:spid="_x0000_s1028" style="position:absolute;top:26860;width:21475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" fillcolor="white [3212]" strokecolor="white [3212]" strokeweight="2pt"/>
                <w10:anchorlock/>
              </v:group>
            </w:pict>
          </mc:Fallback>
        </mc:AlternateContent>
      </w:r>
    </w:p>
    <w:p w:rsidR="00157E0C" w:rsidRDefault="00157E0C" w:rsidP="00157E0C">
      <w:pPr>
        <w:jc w:val="center"/>
      </w:pPr>
    </w:p>
    <w:p w:rsidR="00B618E2" w:rsidRDefault="00A7161B" w:rsidP="00157E0C">
      <w:pPr>
        <w:jc w:val="center"/>
      </w:pPr>
      <w:r>
        <w:rPr>
          <w:noProof/>
          <w:lang w:eastAsia="fr-FR"/>
        </w:rPr>
        <w:drawing>
          <wp:inline distT="0" distB="0" distL="0" distR="0" wp14:anchorId="3585A39A" wp14:editId="62E21CD7">
            <wp:extent cx="5259600" cy="2631600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600" cy="263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E0C" w:rsidRDefault="00157E0C" w:rsidP="00157E0C">
      <w:pPr>
        <w:jc w:val="center"/>
      </w:pPr>
    </w:p>
    <w:p w:rsidR="00157E0C" w:rsidRDefault="00A7161B" w:rsidP="00157E0C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 wp14:anchorId="5166C608" wp14:editId="6EC808AE">
            <wp:extent cx="4093556" cy="2628000"/>
            <wp:effectExtent l="0" t="0" r="2540" b="127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556" cy="26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E0C" w:rsidRDefault="00A7161B" w:rsidP="00157E0C">
      <w:pPr>
        <w:jc w:val="center"/>
      </w:pPr>
      <w:r>
        <w:rPr>
          <w:noProof/>
          <w:lang w:eastAsia="fr-FR"/>
        </w:rPr>
        <w:drawing>
          <wp:inline distT="0" distB="0" distL="0" distR="0" wp14:anchorId="40D99F0C" wp14:editId="77B75843">
            <wp:extent cx="5612400" cy="2872800"/>
            <wp:effectExtent l="0" t="0" r="7620" b="381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400" cy="28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E0C" w:rsidRDefault="00157E0C" w:rsidP="00157E0C">
      <w:pPr>
        <w:jc w:val="center"/>
      </w:pPr>
    </w:p>
    <w:p w:rsidR="00157E0C" w:rsidRDefault="00157E0C" w:rsidP="00157E0C">
      <w:pPr>
        <w:jc w:val="center"/>
      </w:pPr>
    </w:p>
    <w:p w:rsidR="00157E0C" w:rsidRDefault="00A7161B" w:rsidP="00157E0C">
      <w:pPr>
        <w:jc w:val="center"/>
      </w:pPr>
      <w:r>
        <w:rPr>
          <w:noProof/>
          <w:lang w:eastAsia="fr-FR"/>
        </w:rPr>
        <w:drawing>
          <wp:inline distT="0" distB="0" distL="0" distR="0" wp14:anchorId="269C53C6" wp14:editId="564694F1">
            <wp:extent cx="5418000" cy="2894400"/>
            <wp:effectExtent l="0" t="0" r="0" b="127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8000" cy="289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E0C" w:rsidRDefault="00157E0C" w:rsidP="00157E0C">
      <w:pPr>
        <w:jc w:val="center"/>
      </w:pPr>
    </w:p>
    <w:p w:rsidR="00157E0C" w:rsidRDefault="00157E0C" w:rsidP="00157E0C">
      <w:pPr>
        <w:jc w:val="center"/>
      </w:pPr>
    </w:p>
    <w:p w:rsidR="00157E0C" w:rsidRDefault="00A7161B" w:rsidP="00157E0C">
      <w:pPr>
        <w:jc w:val="center"/>
      </w:pPr>
      <w:r>
        <w:rPr>
          <w:noProof/>
          <w:lang w:eastAsia="fr-FR"/>
        </w:rPr>
        <w:lastRenderedPageBreak/>
        <mc:AlternateContent>
          <mc:Choice Requires="wpg">
            <w:drawing>
              <wp:inline distT="0" distB="0" distL="0" distR="0" wp14:anchorId="461BE30B" wp14:editId="36E1F710">
                <wp:extent cx="4741200" cy="2890800"/>
                <wp:effectExtent l="0" t="0" r="2540" b="5080"/>
                <wp:docPr id="17" name="Group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741200" cy="2890800"/>
                          <a:chOff x="0" y="0"/>
                          <a:chExt cx="4861367" cy="2963119"/>
                        </a:xfrm>
                      </wpg:grpSpPr>
                      <pic:pic xmlns:pic="http://schemas.openxmlformats.org/drawingml/2006/picture">
                        <pic:nvPicPr>
                          <pic:cNvPr id="18" name="Image 8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1367" cy="29631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4" name="Rectangle 11"/>
                        <wps:cNvSpPr/>
                        <wps:spPr>
                          <a:xfrm>
                            <a:off x="0" y="0"/>
                            <a:ext cx="2384384" cy="2546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12"/>
                        <wps:cNvSpPr/>
                        <wps:spPr>
                          <a:xfrm>
                            <a:off x="0" y="254643"/>
                            <a:ext cx="1284789" cy="1967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915169" id="Groupe 17" o:spid="_x0000_s1026" style="width:373.3pt;height:227.6pt;mso-position-horizontal-relative:char;mso-position-vertical-relative:line" coordsize="48613,296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">
                <o:lock v:ext="edit" aspectratio="t"/>
                <v:shape id="Image 8" o:spid="_x0000_s1027" type="#_x0000_t75" style="position:absolute;width:48613;height:296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">
                  <v:imagedata r:id="rId16" o:title=""/>
                  <v:path arrowok="t"/>
                </v:shape>
                <v:rect id="Rectangle 11" o:spid="_x0000_s1028" style="position:absolute;width:23843;height:25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" fillcolor="white [3201]" stroked="f" strokeweight="2pt"/>
                <v:rect id="Rectangle 12" o:spid="_x0000_s1029" style="position:absolute;top:2546;width:12847;height:19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" fillcolor="white [3201]" stroked="f" strokeweight="2pt"/>
                <w10:anchorlock/>
              </v:group>
            </w:pict>
          </mc:Fallback>
        </mc:AlternateContent>
      </w:r>
      <w:bookmarkStart w:id="0" w:name="_GoBack"/>
      <w:bookmarkEnd w:id="0"/>
    </w:p>
    <w:sectPr w:rsidR="00157E0C" w:rsidSect="00A966E1">
      <w:footerReference w:type="default" r:id="rId17"/>
      <w:footerReference w:type="first" r:id="rId18"/>
      <w:pgSz w:w="11906" w:h="16838"/>
      <w:pgMar w:top="567" w:right="566" w:bottom="709" w:left="85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CB7" w:rsidRDefault="00AB1CB7" w:rsidP="00F53254">
      <w:r>
        <w:separator/>
      </w:r>
    </w:p>
  </w:endnote>
  <w:endnote w:type="continuationSeparator" w:id="0">
    <w:p w:rsidR="00AB1CB7" w:rsidRDefault="00AB1CB7" w:rsidP="00F53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440" w:rsidRPr="00794FF9" w:rsidRDefault="00A45E80" w:rsidP="006A7290">
    <w:pPr>
      <w:tabs>
        <w:tab w:val="center" w:pos="5103"/>
        <w:tab w:val="left" w:pos="9639"/>
      </w:tabs>
      <w:rPr>
        <w:rFonts w:eastAsia="Times New Roman"/>
        <w:sz w:val="20"/>
        <w:szCs w:val="20"/>
        <w:lang w:eastAsia="fr-FR"/>
      </w:rPr>
    </w:pPr>
    <w:r>
      <w:rPr>
        <w:sz w:val="20"/>
        <w:szCs w:val="20"/>
      </w:rPr>
      <w:t>Activité</w:t>
    </w:r>
    <w:r w:rsidRPr="006F3ED2">
      <w:rPr>
        <w:sz w:val="20"/>
        <w:szCs w:val="20"/>
      </w:rPr>
      <w:t xml:space="preserve"> </w:t>
    </w:r>
    <w:r>
      <w:rPr>
        <w:sz w:val="20"/>
        <w:szCs w:val="20"/>
      </w:rPr>
      <w:t>1 : S</w:t>
    </w:r>
    <w:r w:rsidRPr="000B4D82">
      <w:rPr>
        <w:sz w:val="20"/>
        <w:szCs w:val="20"/>
      </w:rPr>
      <w:t>chémas architecturaux</w:t>
    </w:r>
    <w:r>
      <w:rPr>
        <w:sz w:val="20"/>
        <w:szCs w:val="20"/>
      </w:rPr>
      <w:tab/>
    </w:r>
    <w:r w:rsidR="007572A1">
      <w:rPr>
        <w:sz w:val="20"/>
        <w:szCs w:val="20"/>
      </w:rPr>
      <w:t>Documents Réponses</w:t>
    </w:r>
    <w:r w:rsidR="00453440"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-840462689"/>
        <w:docPartObj>
          <w:docPartGallery w:val="Page Numbers (Top of Page)"/>
          <w:docPartUnique/>
        </w:docPartObj>
      </w:sdtPr>
      <w:sdtEndPr/>
      <w:sdtContent>
        <w:r w:rsidR="00453440"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453440"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69052C">
          <w:rPr>
            <w:rFonts w:eastAsia="Times New Roman"/>
            <w:noProof/>
            <w:sz w:val="20"/>
            <w:szCs w:val="20"/>
            <w:lang w:eastAsia="fr-FR"/>
          </w:rPr>
          <w:t>3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="00453440" w:rsidRPr="00794FF9">
          <w:rPr>
            <w:rFonts w:eastAsia="Times New Roman"/>
            <w:sz w:val="20"/>
            <w:szCs w:val="20"/>
            <w:lang w:eastAsia="fr-FR"/>
          </w:rPr>
          <w:t>/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453440"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69052C">
          <w:rPr>
            <w:rFonts w:eastAsia="Times New Roman"/>
            <w:noProof/>
            <w:sz w:val="20"/>
            <w:szCs w:val="20"/>
            <w:lang w:eastAsia="fr-FR"/>
          </w:rPr>
          <w:t>3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440" w:rsidRPr="00794FF9" w:rsidRDefault="00B06464" w:rsidP="007C5764">
    <w:pPr>
      <w:tabs>
        <w:tab w:val="center" w:pos="5103"/>
        <w:tab w:val="left" w:pos="9639"/>
      </w:tabs>
      <w:rPr>
        <w:rFonts w:eastAsia="Times New Roman"/>
        <w:sz w:val="20"/>
        <w:szCs w:val="20"/>
        <w:lang w:eastAsia="fr-FR"/>
      </w:rPr>
    </w:pPr>
    <w:r w:rsidRPr="003253AF">
      <w:rPr>
        <w:sz w:val="20"/>
        <w:szCs w:val="20"/>
      </w:rPr>
      <w:t>Activité</w:t>
    </w:r>
    <w:r w:rsidRPr="00794FF9">
      <w:rPr>
        <w:sz w:val="20"/>
        <w:szCs w:val="20"/>
      </w:rPr>
      <w:t xml:space="preserve"> 1 </w:t>
    </w:r>
    <w:r w:rsidRPr="00A52C91">
      <w:rPr>
        <w:rFonts w:ascii="Calibri" w:hAnsi="Calibri" w:cs="Calibri"/>
        <w:sz w:val="20"/>
        <w:szCs w:val="20"/>
      </w:rPr>
      <w:t>Outils de représentation</w:t>
    </w:r>
    <w:r w:rsidRPr="00794FF9">
      <w:rPr>
        <w:sz w:val="20"/>
        <w:szCs w:val="20"/>
      </w:rPr>
      <w:tab/>
    </w:r>
    <w:r>
      <w:rPr>
        <w:sz w:val="20"/>
        <w:szCs w:val="20"/>
      </w:rPr>
      <w:t>Documents Réponses</w:t>
    </w:r>
    <w:r w:rsidR="00453440" w:rsidRPr="00794FF9">
      <w:rPr>
        <w:sz w:val="20"/>
        <w:szCs w:val="20"/>
      </w:rPr>
      <w:tab/>
    </w:r>
    <w:sdt>
      <w:sdtPr>
        <w:rPr>
          <w:rFonts w:eastAsia="Times New Roman"/>
          <w:sz w:val="20"/>
          <w:szCs w:val="20"/>
          <w:lang w:eastAsia="fr-FR"/>
        </w:rPr>
        <w:id w:val="11178817"/>
        <w:docPartObj>
          <w:docPartGallery w:val="Page Numbers (Top of Page)"/>
          <w:docPartUnique/>
        </w:docPartObj>
      </w:sdtPr>
      <w:sdtEndPr/>
      <w:sdtContent>
        <w:r w:rsidR="00453440" w:rsidRPr="00794FF9">
          <w:rPr>
            <w:rFonts w:eastAsia="Times New Roman"/>
            <w:sz w:val="20"/>
            <w:szCs w:val="20"/>
            <w:lang w:eastAsia="fr-FR"/>
          </w:rPr>
          <w:t xml:space="preserve">Page 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453440" w:rsidRPr="00794FF9">
          <w:rPr>
            <w:rFonts w:eastAsia="Times New Roman"/>
            <w:sz w:val="20"/>
            <w:szCs w:val="20"/>
            <w:lang w:eastAsia="fr-FR"/>
          </w:rPr>
          <w:instrText xml:space="preserve"> PAGE </w:instrTex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69052C">
          <w:rPr>
            <w:rFonts w:eastAsia="Times New Roman"/>
            <w:noProof/>
            <w:sz w:val="20"/>
            <w:szCs w:val="20"/>
            <w:lang w:eastAsia="fr-FR"/>
          </w:rPr>
          <w:t>1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  <w:r w:rsidR="00453440" w:rsidRPr="00794FF9">
          <w:rPr>
            <w:rFonts w:eastAsia="Times New Roman"/>
            <w:sz w:val="20"/>
            <w:szCs w:val="20"/>
            <w:lang w:eastAsia="fr-FR"/>
          </w:rPr>
          <w:t>/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begin"/>
        </w:r>
        <w:r w:rsidR="00453440" w:rsidRPr="00794FF9">
          <w:rPr>
            <w:rFonts w:eastAsia="Times New Roman"/>
            <w:sz w:val="20"/>
            <w:szCs w:val="20"/>
            <w:lang w:eastAsia="fr-FR"/>
          </w:rPr>
          <w:instrText xml:space="preserve"> NUMPAGES  </w:instrTex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separate"/>
        </w:r>
        <w:r w:rsidR="0069052C">
          <w:rPr>
            <w:rFonts w:eastAsia="Times New Roman"/>
            <w:noProof/>
            <w:sz w:val="20"/>
            <w:szCs w:val="20"/>
            <w:lang w:eastAsia="fr-FR"/>
          </w:rPr>
          <w:t>3</w:t>
        </w:r>
        <w:r w:rsidR="00453440" w:rsidRPr="00794FF9">
          <w:rPr>
            <w:rFonts w:eastAsia="Times New Roman"/>
            <w:sz w:val="20"/>
            <w:szCs w:val="20"/>
            <w:lang w:eastAsia="fr-FR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CB7" w:rsidRDefault="00AB1CB7" w:rsidP="00F53254">
      <w:r>
        <w:separator/>
      </w:r>
    </w:p>
  </w:footnote>
  <w:footnote w:type="continuationSeparator" w:id="0">
    <w:p w:rsidR="00AB1CB7" w:rsidRDefault="00AB1CB7" w:rsidP="00F53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0A7D"/>
    <w:multiLevelType w:val="hybridMultilevel"/>
    <w:tmpl w:val="21007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A54BD"/>
    <w:multiLevelType w:val="hybridMultilevel"/>
    <w:tmpl w:val="473A0DD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22888"/>
    <w:multiLevelType w:val="hybridMultilevel"/>
    <w:tmpl w:val="B530A414"/>
    <w:lvl w:ilvl="0" w:tplc="4224EA1A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41E71"/>
    <w:multiLevelType w:val="multilevel"/>
    <w:tmpl w:val="19DC87A6"/>
    <w:lvl w:ilvl="0">
      <w:start w:val="1"/>
      <w:numFmt w:val="decimal"/>
      <w:pStyle w:val="Titre1"/>
      <w:lvlText w:val="%1)"/>
      <w:lvlJc w:val="left"/>
      <w:pPr>
        <w:ind w:left="432" w:hanging="432"/>
      </w:pPr>
      <w:rPr>
        <w:rFonts w:hint="default"/>
        <w:u w:val="none"/>
      </w:rPr>
    </w:lvl>
    <w:lvl w:ilvl="1">
      <w:start w:val="1"/>
      <w:numFmt w:val="decimal"/>
      <w:pStyle w:val="Titre2"/>
      <w:lvlText w:val="%1.%2)"/>
      <w:lvlJc w:val="left"/>
      <w:pPr>
        <w:ind w:left="576" w:hanging="576"/>
      </w:pPr>
      <w:rPr>
        <w:rFonts w:hint="default"/>
        <w:u w:val="none"/>
      </w:rPr>
    </w:lvl>
    <w:lvl w:ilvl="2">
      <w:start w:val="1"/>
      <w:numFmt w:val="decimal"/>
      <w:pStyle w:val="Titre3"/>
      <w:lvlText w:val="%1.%2.%3)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Titre4"/>
      <w:lvlText w:val="%1.%2.%3.%4"/>
      <w:lvlJc w:val="left"/>
      <w:pPr>
        <w:ind w:left="41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D822F61"/>
    <w:multiLevelType w:val="hybridMultilevel"/>
    <w:tmpl w:val="89B44BC2"/>
    <w:lvl w:ilvl="0" w:tplc="CBA86278">
      <w:start w:val="1"/>
      <w:numFmt w:val="decimal"/>
      <w:pStyle w:val="Question"/>
      <w:lvlText w:val="Question %1."/>
      <w:lvlJc w:val="left"/>
      <w:pPr>
        <w:ind w:left="2062" w:hanging="360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E7E14"/>
    <w:multiLevelType w:val="hybridMultilevel"/>
    <w:tmpl w:val="8E5A8DBA"/>
    <w:lvl w:ilvl="0" w:tplc="72E4319C">
      <w:start w:val="6"/>
      <w:numFmt w:val="decimal"/>
      <w:lvlText w:val="Q%1 :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D0395"/>
    <w:multiLevelType w:val="hybridMultilevel"/>
    <w:tmpl w:val="5CCC6672"/>
    <w:lvl w:ilvl="0" w:tplc="6326157A">
      <w:numFmt w:val="bullet"/>
      <w:lvlText w:val="-"/>
      <w:lvlJc w:val="left"/>
      <w:pPr>
        <w:ind w:left="93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7" w15:restartNumberingAfterBreak="0">
    <w:nsid w:val="2F7B4D23"/>
    <w:multiLevelType w:val="hybridMultilevel"/>
    <w:tmpl w:val="024A47A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9020D0"/>
    <w:multiLevelType w:val="hybridMultilevel"/>
    <w:tmpl w:val="060EBC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6C2DE6"/>
    <w:multiLevelType w:val="hybridMultilevel"/>
    <w:tmpl w:val="867A83F4"/>
    <w:lvl w:ilvl="0" w:tplc="3D2880C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3D7560"/>
    <w:multiLevelType w:val="multilevel"/>
    <w:tmpl w:val="B45A5F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60905B6"/>
    <w:multiLevelType w:val="hybridMultilevel"/>
    <w:tmpl w:val="9C20E0A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 w:numId="10">
    <w:abstractNumId w:val="9"/>
  </w:num>
  <w:num w:numId="11">
    <w:abstractNumId w:val="3"/>
  </w:num>
  <w:num w:numId="12">
    <w:abstractNumId w:val="3"/>
  </w:num>
  <w:num w:numId="13">
    <w:abstractNumId w:val="3"/>
  </w:num>
  <w:num w:numId="14">
    <w:abstractNumId w:val="8"/>
  </w:num>
  <w:num w:numId="15">
    <w:abstractNumId w:val="3"/>
  </w:num>
  <w:num w:numId="16">
    <w:abstractNumId w:val="11"/>
  </w:num>
  <w:num w:numId="1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02B"/>
    <w:rsid w:val="000019B2"/>
    <w:rsid w:val="00004F32"/>
    <w:rsid w:val="0001497B"/>
    <w:rsid w:val="00030B0D"/>
    <w:rsid w:val="000332AA"/>
    <w:rsid w:val="00036209"/>
    <w:rsid w:val="0004093E"/>
    <w:rsid w:val="0005123E"/>
    <w:rsid w:val="00053329"/>
    <w:rsid w:val="00054038"/>
    <w:rsid w:val="00060914"/>
    <w:rsid w:val="00066C6E"/>
    <w:rsid w:val="00071FE4"/>
    <w:rsid w:val="0007426D"/>
    <w:rsid w:val="000751DD"/>
    <w:rsid w:val="000830E0"/>
    <w:rsid w:val="00085D1C"/>
    <w:rsid w:val="000955C0"/>
    <w:rsid w:val="00096819"/>
    <w:rsid w:val="000A028F"/>
    <w:rsid w:val="000B595B"/>
    <w:rsid w:val="000C0B57"/>
    <w:rsid w:val="000D23F5"/>
    <w:rsid w:val="000D2CE8"/>
    <w:rsid w:val="000D47FE"/>
    <w:rsid w:val="001100F2"/>
    <w:rsid w:val="00112EE6"/>
    <w:rsid w:val="00122041"/>
    <w:rsid w:val="00126DB8"/>
    <w:rsid w:val="00134E3F"/>
    <w:rsid w:val="00135D63"/>
    <w:rsid w:val="00153EA1"/>
    <w:rsid w:val="001579A2"/>
    <w:rsid w:val="00157E0C"/>
    <w:rsid w:val="00162F4A"/>
    <w:rsid w:val="00163ACD"/>
    <w:rsid w:val="00164C19"/>
    <w:rsid w:val="00164EF2"/>
    <w:rsid w:val="00170BCB"/>
    <w:rsid w:val="001771C2"/>
    <w:rsid w:val="00180EEC"/>
    <w:rsid w:val="00183F1D"/>
    <w:rsid w:val="00191A32"/>
    <w:rsid w:val="001968E1"/>
    <w:rsid w:val="001A07C3"/>
    <w:rsid w:val="001B207C"/>
    <w:rsid w:val="001B6658"/>
    <w:rsid w:val="001B67CE"/>
    <w:rsid w:val="001C0597"/>
    <w:rsid w:val="001C29F4"/>
    <w:rsid w:val="001C484E"/>
    <w:rsid w:val="001E3BA1"/>
    <w:rsid w:val="001E44CF"/>
    <w:rsid w:val="001F0B06"/>
    <w:rsid w:val="001F66DC"/>
    <w:rsid w:val="0020115C"/>
    <w:rsid w:val="00201A07"/>
    <w:rsid w:val="00202ED7"/>
    <w:rsid w:val="00204B33"/>
    <w:rsid w:val="0020745D"/>
    <w:rsid w:val="0021654F"/>
    <w:rsid w:val="00222E94"/>
    <w:rsid w:val="0022398B"/>
    <w:rsid w:val="002267F9"/>
    <w:rsid w:val="00235A48"/>
    <w:rsid w:val="00237272"/>
    <w:rsid w:val="00244BF6"/>
    <w:rsid w:val="00245819"/>
    <w:rsid w:val="00250F18"/>
    <w:rsid w:val="002541E5"/>
    <w:rsid w:val="0025794F"/>
    <w:rsid w:val="00273051"/>
    <w:rsid w:val="00273467"/>
    <w:rsid w:val="00276ED0"/>
    <w:rsid w:val="0028510A"/>
    <w:rsid w:val="0028540E"/>
    <w:rsid w:val="00286C79"/>
    <w:rsid w:val="00295D8F"/>
    <w:rsid w:val="002971CD"/>
    <w:rsid w:val="00297D3D"/>
    <w:rsid w:val="002A0056"/>
    <w:rsid w:val="002A4FD5"/>
    <w:rsid w:val="002A6F7E"/>
    <w:rsid w:val="002C7BDF"/>
    <w:rsid w:val="002D5D76"/>
    <w:rsid w:val="002E019F"/>
    <w:rsid w:val="002E3157"/>
    <w:rsid w:val="002E64BC"/>
    <w:rsid w:val="002F1215"/>
    <w:rsid w:val="002F387B"/>
    <w:rsid w:val="0030331C"/>
    <w:rsid w:val="00320277"/>
    <w:rsid w:val="00320402"/>
    <w:rsid w:val="00324A99"/>
    <w:rsid w:val="003253AF"/>
    <w:rsid w:val="00325C05"/>
    <w:rsid w:val="0032701B"/>
    <w:rsid w:val="003323D5"/>
    <w:rsid w:val="00335149"/>
    <w:rsid w:val="0033607D"/>
    <w:rsid w:val="00336294"/>
    <w:rsid w:val="0035126C"/>
    <w:rsid w:val="00355A60"/>
    <w:rsid w:val="003630E2"/>
    <w:rsid w:val="003718EF"/>
    <w:rsid w:val="0037709D"/>
    <w:rsid w:val="00382FF1"/>
    <w:rsid w:val="00383F91"/>
    <w:rsid w:val="00385727"/>
    <w:rsid w:val="00386979"/>
    <w:rsid w:val="003872EE"/>
    <w:rsid w:val="003A2314"/>
    <w:rsid w:val="003A68C6"/>
    <w:rsid w:val="003B00E9"/>
    <w:rsid w:val="003B0DBB"/>
    <w:rsid w:val="003B6859"/>
    <w:rsid w:val="003C12F9"/>
    <w:rsid w:val="003C3222"/>
    <w:rsid w:val="003C366F"/>
    <w:rsid w:val="003C4687"/>
    <w:rsid w:val="003C5170"/>
    <w:rsid w:val="003C6E29"/>
    <w:rsid w:val="003D0DE1"/>
    <w:rsid w:val="003D58C7"/>
    <w:rsid w:val="003D6ED9"/>
    <w:rsid w:val="003E1917"/>
    <w:rsid w:val="003E6A19"/>
    <w:rsid w:val="003F786B"/>
    <w:rsid w:val="004001C8"/>
    <w:rsid w:val="00402260"/>
    <w:rsid w:val="00405603"/>
    <w:rsid w:val="004178B3"/>
    <w:rsid w:val="0042268B"/>
    <w:rsid w:val="004238CD"/>
    <w:rsid w:val="00425236"/>
    <w:rsid w:val="00426B45"/>
    <w:rsid w:val="0044004E"/>
    <w:rsid w:val="00441DEA"/>
    <w:rsid w:val="004471BB"/>
    <w:rsid w:val="00453440"/>
    <w:rsid w:val="00455894"/>
    <w:rsid w:val="00463C03"/>
    <w:rsid w:val="004729E2"/>
    <w:rsid w:val="00474798"/>
    <w:rsid w:val="00480A16"/>
    <w:rsid w:val="004846D7"/>
    <w:rsid w:val="004867D1"/>
    <w:rsid w:val="0048782E"/>
    <w:rsid w:val="004936B8"/>
    <w:rsid w:val="004A59A8"/>
    <w:rsid w:val="004B2982"/>
    <w:rsid w:val="004C2B01"/>
    <w:rsid w:val="004D3104"/>
    <w:rsid w:val="004D7345"/>
    <w:rsid w:val="004E4DB6"/>
    <w:rsid w:val="004F1D9A"/>
    <w:rsid w:val="004F6947"/>
    <w:rsid w:val="004F6F4E"/>
    <w:rsid w:val="0050679E"/>
    <w:rsid w:val="00520337"/>
    <w:rsid w:val="00521897"/>
    <w:rsid w:val="005245A0"/>
    <w:rsid w:val="00524BB3"/>
    <w:rsid w:val="00527CBB"/>
    <w:rsid w:val="005307AB"/>
    <w:rsid w:val="0054292E"/>
    <w:rsid w:val="00542C65"/>
    <w:rsid w:val="00551953"/>
    <w:rsid w:val="0057066F"/>
    <w:rsid w:val="00574BB1"/>
    <w:rsid w:val="00580AA6"/>
    <w:rsid w:val="00580F05"/>
    <w:rsid w:val="00583354"/>
    <w:rsid w:val="00587242"/>
    <w:rsid w:val="005872FB"/>
    <w:rsid w:val="00592460"/>
    <w:rsid w:val="005A5191"/>
    <w:rsid w:val="005B1D6A"/>
    <w:rsid w:val="005B4D7D"/>
    <w:rsid w:val="005C126D"/>
    <w:rsid w:val="005C40DA"/>
    <w:rsid w:val="005D3494"/>
    <w:rsid w:val="005E46F2"/>
    <w:rsid w:val="005E4B9F"/>
    <w:rsid w:val="005E533F"/>
    <w:rsid w:val="005E64C5"/>
    <w:rsid w:val="005E6C27"/>
    <w:rsid w:val="005F172A"/>
    <w:rsid w:val="006010E9"/>
    <w:rsid w:val="00604435"/>
    <w:rsid w:val="00604D58"/>
    <w:rsid w:val="00611223"/>
    <w:rsid w:val="00612696"/>
    <w:rsid w:val="006129BA"/>
    <w:rsid w:val="00612A5F"/>
    <w:rsid w:val="00613039"/>
    <w:rsid w:val="00613301"/>
    <w:rsid w:val="0061407A"/>
    <w:rsid w:val="0061469A"/>
    <w:rsid w:val="00617FEA"/>
    <w:rsid w:val="00620156"/>
    <w:rsid w:val="006220DB"/>
    <w:rsid w:val="00627FCA"/>
    <w:rsid w:val="00640388"/>
    <w:rsid w:val="00640D80"/>
    <w:rsid w:val="00640F23"/>
    <w:rsid w:val="00641C84"/>
    <w:rsid w:val="006436A0"/>
    <w:rsid w:val="006549AD"/>
    <w:rsid w:val="00656206"/>
    <w:rsid w:val="006566F3"/>
    <w:rsid w:val="0065725D"/>
    <w:rsid w:val="006666BD"/>
    <w:rsid w:val="00673232"/>
    <w:rsid w:val="006742ED"/>
    <w:rsid w:val="00674E46"/>
    <w:rsid w:val="00684964"/>
    <w:rsid w:val="00687B4D"/>
    <w:rsid w:val="0069052C"/>
    <w:rsid w:val="006905B3"/>
    <w:rsid w:val="006A7290"/>
    <w:rsid w:val="006B161C"/>
    <w:rsid w:val="006B7835"/>
    <w:rsid w:val="006C09FE"/>
    <w:rsid w:val="006E302C"/>
    <w:rsid w:val="006E559C"/>
    <w:rsid w:val="006E68F2"/>
    <w:rsid w:val="006F38B8"/>
    <w:rsid w:val="00701668"/>
    <w:rsid w:val="00706B0A"/>
    <w:rsid w:val="00710D22"/>
    <w:rsid w:val="00715C2B"/>
    <w:rsid w:val="00722DBE"/>
    <w:rsid w:val="007242C9"/>
    <w:rsid w:val="00737AEB"/>
    <w:rsid w:val="007443F8"/>
    <w:rsid w:val="00744E00"/>
    <w:rsid w:val="007502AC"/>
    <w:rsid w:val="00754BE9"/>
    <w:rsid w:val="00755684"/>
    <w:rsid w:val="007570E2"/>
    <w:rsid w:val="007572A1"/>
    <w:rsid w:val="00766D7B"/>
    <w:rsid w:val="0077723C"/>
    <w:rsid w:val="00783609"/>
    <w:rsid w:val="00794BA1"/>
    <w:rsid w:val="00794FF9"/>
    <w:rsid w:val="0079697E"/>
    <w:rsid w:val="007A6935"/>
    <w:rsid w:val="007B3B29"/>
    <w:rsid w:val="007C2F30"/>
    <w:rsid w:val="007C5764"/>
    <w:rsid w:val="007C5BF1"/>
    <w:rsid w:val="007C62F0"/>
    <w:rsid w:val="007C7514"/>
    <w:rsid w:val="007D4191"/>
    <w:rsid w:val="007E41A5"/>
    <w:rsid w:val="007E41F6"/>
    <w:rsid w:val="007E4E5D"/>
    <w:rsid w:val="007E7B1B"/>
    <w:rsid w:val="007F0B10"/>
    <w:rsid w:val="007F1817"/>
    <w:rsid w:val="007F34C9"/>
    <w:rsid w:val="007F3E97"/>
    <w:rsid w:val="008015FE"/>
    <w:rsid w:val="008016AA"/>
    <w:rsid w:val="00801F1B"/>
    <w:rsid w:val="00803C20"/>
    <w:rsid w:val="00807624"/>
    <w:rsid w:val="00813D8E"/>
    <w:rsid w:val="0081627B"/>
    <w:rsid w:val="0081777B"/>
    <w:rsid w:val="0083070A"/>
    <w:rsid w:val="00834F6F"/>
    <w:rsid w:val="008409C7"/>
    <w:rsid w:val="008503B0"/>
    <w:rsid w:val="00855DA2"/>
    <w:rsid w:val="008613DA"/>
    <w:rsid w:val="0086214C"/>
    <w:rsid w:val="0086610B"/>
    <w:rsid w:val="00867524"/>
    <w:rsid w:val="00872AE6"/>
    <w:rsid w:val="00877AB0"/>
    <w:rsid w:val="00882577"/>
    <w:rsid w:val="008878C9"/>
    <w:rsid w:val="00894B47"/>
    <w:rsid w:val="0089621C"/>
    <w:rsid w:val="0089755A"/>
    <w:rsid w:val="008A65F1"/>
    <w:rsid w:val="008B2ACF"/>
    <w:rsid w:val="008B5EB5"/>
    <w:rsid w:val="008B6024"/>
    <w:rsid w:val="008C06D8"/>
    <w:rsid w:val="008C4197"/>
    <w:rsid w:val="008D0DBE"/>
    <w:rsid w:val="008D29D2"/>
    <w:rsid w:val="008D69BC"/>
    <w:rsid w:val="008D6AF5"/>
    <w:rsid w:val="008E3C39"/>
    <w:rsid w:val="008F2189"/>
    <w:rsid w:val="008F5FE3"/>
    <w:rsid w:val="00907F03"/>
    <w:rsid w:val="009131C9"/>
    <w:rsid w:val="00920AC9"/>
    <w:rsid w:val="00924B7E"/>
    <w:rsid w:val="00924CF6"/>
    <w:rsid w:val="00927117"/>
    <w:rsid w:val="00932314"/>
    <w:rsid w:val="00946AD4"/>
    <w:rsid w:val="0095146B"/>
    <w:rsid w:val="00963F1C"/>
    <w:rsid w:val="00965C1F"/>
    <w:rsid w:val="00966007"/>
    <w:rsid w:val="00966799"/>
    <w:rsid w:val="00966BF1"/>
    <w:rsid w:val="00975499"/>
    <w:rsid w:val="00980349"/>
    <w:rsid w:val="009870C3"/>
    <w:rsid w:val="00990D99"/>
    <w:rsid w:val="009962ED"/>
    <w:rsid w:val="00996D0F"/>
    <w:rsid w:val="0099763A"/>
    <w:rsid w:val="009A3023"/>
    <w:rsid w:val="009A4F1B"/>
    <w:rsid w:val="009A699F"/>
    <w:rsid w:val="009C332F"/>
    <w:rsid w:val="009C4938"/>
    <w:rsid w:val="009D2F66"/>
    <w:rsid w:val="009F7C9F"/>
    <w:rsid w:val="00A00643"/>
    <w:rsid w:val="00A050A6"/>
    <w:rsid w:val="00A07CF9"/>
    <w:rsid w:val="00A1162B"/>
    <w:rsid w:val="00A11A65"/>
    <w:rsid w:val="00A11FB2"/>
    <w:rsid w:val="00A24EC0"/>
    <w:rsid w:val="00A25C46"/>
    <w:rsid w:val="00A26AB0"/>
    <w:rsid w:val="00A373BF"/>
    <w:rsid w:val="00A4536F"/>
    <w:rsid w:val="00A45E80"/>
    <w:rsid w:val="00A51EA5"/>
    <w:rsid w:val="00A555AE"/>
    <w:rsid w:val="00A7161B"/>
    <w:rsid w:val="00A77C0D"/>
    <w:rsid w:val="00A84BB4"/>
    <w:rsid w:val="00A9086A"/>
    <w:rsid w:val="00A9218A"/>
    <w:rsid w:val="00A92515"/>
    <w:rsid w:val="00A93DE0"/>
    <w:rsid w:val="00A966E1"/>
    <w:rsid w:val="00AB027A"/>
    <w:rsid w:val="00AB1CB7"/>
    <w:rsid w:val="00AB3B6E"/>
    <w:rsid w:val="00AB455D"/>
    <w:rsid w:val="00AC223C"/>
    <w:rsid w:val="00AC7A87"/>
    <w:rsid w:val="00AD2031"/>
    <w:rsid w:val="00AE3A85"/>
    <w:rsid w:val="00AE3D8A"/>
    <w:rsid w:val="00AF26DD"/>
    <w:rsid w:val="00AF786F"/>
    <w:rsid w:val="00B06464"/>
    <w:rsid w:val="00B16BAA"/>
    <w:rsid w:val="00B1794B"/>
    <w:rsid w:val="00B21C46"/>
    <w:rsid w:val="00B2358A"/>
    <w:rsid w:val="00B267B9"/>
    <w:rsid w:val="00B2798B"/>
    <w:rsid w:val="00B4006B"/>
    <w:rsid w:val="00B44FD9"/>
    <w:rsid w:val="00B54B9A"/>
    <w:rsid w:val="00B618E2"/>
    <w:rsid w:val="00B61B45"/>
    <w:rsid w:val="00B61CBE"/>
    <w:rsid w:val="00B719F5"/>
    <w:rsid w:val="00B732A6"/>
    <w:rsid w:val="00B73924"/>
    <w:rsid w:val="00B742E2"/>
    <w:rsid w:val="00B75E6F"/>
    <w:rsid w:val="00B823C8"/>
    <w:rsid w:val="00B8795C"/>
    <w:rsid w:val="00B91A82"/>
    <w:rsid w:val="00B97FFB"/>
    <w:rsid w:val="00BA2304"/>
    <w:rsid w:val="00BA3088"/>
    <w:rsid w:val="00BA573D"/>
    <w:rsid w:val="00BB25FD"/>
    <w:rsid w:val="00BB2E01"/>
    <w:rsid w:val="00BB3B99"/>
    <w:rsid w:val="00BB4F39"/>
    <w:rsid w:val="00BB5445"/>
    <w:rsid w:val="00BB7277"/>
    <w:rsid w:val="00BC09FE"/>
    <w:rsid w:val="00BD0273"/>
    <w:rsid w:val="00C017C8"/>
    <w:rsid w:val="00C041F7"/>
    <w:rsid w:val="00C107DB"/>
    <w:rsid w:val="00C133AB"/>
    <w:rsid w:val="00C13E73"/>
    <w:rsid w:val="00C17085"/>
    <w:rsid w:val="00C2132B"/>
    <w:rsid w:val="00C26BA8"/>
    <w:rsid w:val="00C31B10"/>
    <w:rsid w:val="00C33C88"/>
    <w:rsid w:val="00C44DF9"/>
    <w:rsid w:val="00C53D46"/>
    <w:rsid w:val="00C5476A"/>
    <w:rsid w:val="00C57D5D"/>
    <w:rsid w:val="00C6447C"/>
    <w:rsid w:val="00C6793A"/>
    <w:rsid w:val="00C70587"/>
    <w:rsid w:val="00C7139F"/>
    <w:rsid w:val="00C72B1F"/>
    <w:rsid w:val="00C741B6"/>
    <w:rsid w:val="00C75D74"/>
    <w:rsid w:val="00C77C85"/>
    <w:rsid w:val="00C845B5"/>
    <w:rsid w:val="00C852E5"/>
    <w:rsid w:val="00C87EE7"/>
    <w:rsid w:val="00C9710D"/>
    <w:rsid w:val="00CA12D1"/>
    <w:rsid w:val="00CA470F"/>
    <w:rsid w:val="00CA7160"/>
    <w:rsid w:val="00CA748B"/>
    <w:rsid w:val="00CB6488"/>
    <w:rsid w:val="00CC1B63"/>
    <w:rsid w:val="00CD2DD8"/>
    <w:rsid w:val="00CD37AF"/>
    <w:rsid w:val="00CE21F0"/>
    <w:rsid w:val="00CF62F7"/>
    <w:rsid w:val="00D04C56"/>
    <w:rsid w:val="00D04EB3"/>
    <w:rsid w:val="00D0696A"/>
    <w:rsid w:val="00D15414"/>
    <w:rsid w:val="00D20741"/>
    <w:rsid w:val="00D22766"/>
    <w:rsid w:val="00D24B46"/>
    <w:rsid w:val="00D24C81"/>
    <w:rsid w:val="00D254FC"/>
    <w:rsid w:val="00D27650"/>
    <w:rsid w:val="00D27A4A"/>
    <w:rsid w:val="00D4793A"/>
    <w:rsid w:val="00D52497"/>
    <w:rsid w:val="00D53C7A"/>
    <w:rsid w:val="00D645E5"/>
    <w:rsid w:val="00D6609A"/>
    <w:rsid w:val="00D8205A"/>
    <w:rsid w:val="00D8309A"/>
    <w:rsid w:val="00DA3522"/>
    <w:rsid w:val="00DA4E11"/>
    <w:rsid w:val="00DA6836"/>
    <w:rsid w:val="00DB2975"/>
    <w:rsid w:val="00DB37AB"/>
    <w:rsid w:val="00DC14BE"/>
    <w:rsid w:val="00DE702B"/>
    <w:rsid w:val="00DF3A4E"/>
    <w:rsid w:val="00E011F4"/>
    <w:rsid w:val="00E02C26"/>
    <w:rsid w:val="00E03375"/>
    <w:rsid w:val="00E12504"/>
    <w:rsid w:val="00E16520"/>
    <w:rsid w:val="00E1746A"/>
    <w:rsid w:val="00E174AE"/>
    <w:rsid w:val="00E23CB0"/>
    <w:rsid w:val="00E26607"/>
    <w:rsid w:val="00E3156E"/>
    <w:rsid w:val="00E33F1F"/>
    <w:rsid w:val="00E33FA4"/>
    <w:rsid w:val="00E34486"/>
    <w:rsid w:val="00E43D7C"/>
    <w:rsid w:val="00E46004"/>
    <w:rsid w:val="00E50510"/>
    <w:rsid w:val="00E54193"/>
    <w:rsid w:val="00E604EA"/>
    <w:rsid w:val="00E678ED"/>
    <w:rsid w:val="00E726A0"/>
    <w:rsid w:val="00E75277"/>
    <w:rsid w:val="00E81CA7"/>
    <w:rsid w:val="00E84E12"/>
    <w:rsid w:val="00E85FB8"/>
    <w:rsid w:val="00E870F2"/>
    <w:rsid w:val="00E9111B"/>
    <w:rsid w:val="00E9783D"/>
    <w:rsid w:val="00EA160C"/>
    <w:rsid w:val="00EA2AC2"/>
    <w:rsid w:val="00EB0C0D"/>
    <w:rsid w:val="00EB1C69"/>
    <w:rsid w:val="00EB4F0C"/>
    <w:rsid w:val="00EC0BBC"/>
    <w:rsid w:val="00EC200F"/>
    <w:rsid w:val="00EC2927"/>
    <w:rsid w:val="00ED1483"/>
    <w:rsid w:val="00ED3DAB"/>
    <w:rsid w:val="00EE1867"/>
    <w:rsid w:val="00EF0853"/>
    <w:rsid w:val="00EF10CC"/>
    <w:rsid w:val="00EF2E5B"/>
    <w:rsid w:val="00EF5B79"/>
    <w:rsid w:val="00EF6D2E"/>
    <w:rsid w:val="00F16A4F"/>
    <w:rsid w:val="00F17924"/>
    <w:rsid w:val="00F213A2"/>
    <w:rsid w:val="00F24407"/>
    <w:rsid w:val="00F33C5D"/>
    <w:rsid w:val="00F37586"/>
    <w:rsid w:val="00F408F7"/>
    <w:rsid w:val="00F4486B"/>
    <w:rsid w:val="00F53254"/>
    <w:rsid w:val="00F71EC1"/>
    <w:rsid w:val="00F8017E"/>
    <w:rsid w:val="00F80696"/>
    <w:rsid w:val="00F81211"/>
    <w:rsid w:val="00F839BA"/>
    <w:rsid w:val="00F85AF5"/>
    <w:rsid w:val="00F9409D"/>
    <w:rsid w:val="00FA5BDD"/>
    <w:rsid w:val="00FB1E72"/>
    <w:rsid w:val="00FB6159"/>
    <w:rsid w:val="00FB71DE"/>
    <w:rsid w:val="00FC32D7"/>
    <w:rsid w:val="00FC66F2"/>
    <w:rsid w:val="00FC7289"/>
    <w:rsid w:val="00FC7A1F"/>
    <w:rsid w:val="00FD0F36"/>
    <w:rsid w:val="00FD366E"/>
    <w:rsid w:val="00FE2F5B"/>
    <w:rsid w:val="00FE48AE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2C5BFC-3C4D-4571-B9F9-8F2F21A67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DF9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C6447C"/>
    <w:pPr>
      <w:keepNext/>
      <w:keepLines/>
      <w:numPr>
        <w:numId w:val="2"/>
      </w:numPr>
      <w:spacing w:after="120"/>
      <w:jc w:val="left"/>
      <w:outlineLvl w:val="0"/>
    </w:pPr>
    <w:rPr>
      <w:rFonts w:ascii="Comic Sans MS" w:eastAsiaTheme="majorEastAsia" w:hAnsi="Comic Sans MS" w:cstheme="majorBidi"/>
      <w:b/>
      <w:bCs/>
      <w:color w:val="0000FF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6447C"/>
    <w:pPr>
      <w:keepNext/>
      <w:keepLines/>
      <w:numPr>
        <w:ilvl w:val="1"/>
        <w:numId w:val="2"/>
      </w:numPr>
      <w:spacing w:after="60"/>
      <w:jc w:val="left"/>
      <w:outlineLvl w:val="1"/>
    </w:pPr>
    <w:rPr>
      <w:rFonts w:ascii="Arial" w:eastAsiaTheme="majorEastAsia" w:hAnsi="Arial" w:cs="Arial"/>
      <w:b/>
      <w:bCs/>
      <w:color w:val="FF0000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6447C"/>
    <w:pPr>
      <w:keepNext/>
      <w:keepLines/>
      <w:numPr>
        <w:ilvl w:val="2"/>
        <w:numId w:val="2"/>
      </w:numPr>
      <w:ind w:left="567"/>
      <w:jc w:val="left"/>
      <w:outlineLvl w:val="2"/>
    </w:pPr>
    <w:rPr>
      <w:rFonts w:eastAsiaTheme="majorEastAsia"/>
      <w:b/>
      <w:bCs/>
      <w:color w:val="00B050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6447C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6447C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6447C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6447C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6447C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aliases w:val="Grand Titre"/>
    <w:basedOn w:val="Normal"/>
    <w:next w:val="Normal"/>
    <w:link w:val="TitreCar"/>
    <w:autoRedefine/>
    <w:uiPriority w:val="10"/>
    <w:qFormat/>
    <w:rsid w:val="00C44DF9"/>
    <w:pPr>
      <w:spacing w:after="240"/>
      <w:jc w:val="center"/>
      <w:outlineLvl w:val="0"/>
    </w:pPr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Car">
    <w:name w:val="Titre Car"/>
    <w:aliases w:val="Grand Titre Car"/>
    <w:basedOn w:val="Policepardfaut"/>
    <w:link w:val="Titre"/>
    <w:uiPriority w:val="10"/>
    <w:rsid w:val="00C44DF9"/>
    <w:rPr>
      <w:rFonts w:ascii="Arial" w:eastAsiaTheme="majorEastAsia" w:hAnsi="Arial" w:cstheme="majorBidi"/>
      <w:b/>
      <w:caps/>
      <w:color w:val="FF0000"/>
      <w:spacing w:val="5"/>
      <w:kern w:val="28"/>
      <w:sz w:val="28"/>
      <w:szCs w:val="52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C6447C"/>
    <w:rPr>
      <w:rFonts w:ascii="Comic Sans MS" w:eastAsiaTheme="majorEastAsia" w:hAnsi="Comic Sans MS" w:cstheme="majorBidi"/>
      <w:b/>
      <w:bCs/>
      <w:color w:val="0000FF"/>
      <w:sz w:val="28"/>
      <w:szCs w:val="28"/>
      <w:u w:val="single"/>
    </w:rPr>
  </w:style>
  <w:style w:type="paragraph" w:styleId="Paragraphedeliste">
    <w:name w:val="List Paragraph"/>
    <w:basedOn w:val="Normal"/>
    <w:uiPriority w:val="34"/>
    <w:qFormat/>
    <w:rsid w:val="00A93DE0"/>
    <w:pPr>
      <w:contextualSpacing/>
      <w:jc w:val="left"/>
    </w:pPr>
    <w:rPr>
      <w:rFonts w:ascii="Arial" w:hAnsi="Arial" w:cs="Arial"/>
      <w:b/>
      <w:color w:val="FF0000"/>
    </w:rPr>
  </w:style>
  <w:style w:type="character" w:customStyle="1" w:styleId="Titre2Car">
    <w:name w:val="Titre 2 Car"/>
    <w:basedOn w:val="Policepardfaut"/>
    <w:link w:val="Titre2"/>
    <w:uiPriority w:val="9"/>
    <w:rsid w:val="00C6447C"/>
    <w:rPr>
      <w:rFonts w:ascii="Arial" w:eastAsiaTheme="majorEastAsia" w:hAnsi="Arial" w:cs="Arial"/>
      <w:b/>
      <w:bCs/>
      <w:color w:val="FF0000"/>
      <w:sz w:val="24"/>
      <w:szCs w:val="24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6447C"/>
    <w:rPr>
      <w:rFonts w:ascii="Times New Roman" w:eastAsiaTheme="majorEastAsia" w:hAnsi="Times New Roman" w:cs="Times New Roman"/>
      <w:b/>
      <w:bCs/>
      <w:color w:val="00B050"/>
      <w:sz w:val="24"/>
      <w:szCs w:val="24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sid w:val="00C6447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6447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6447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C6447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53254"/>
    <w:rPr>
      <w:rFonts w:ascii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F532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53254"/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B21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1C4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748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748B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12696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0115C"/>
    <w:rPr>
      <w:color w:val="800080" w:themeColor="followedHyperlink"/>
      <w:u w:val="single"/>
    </w:rPr>
  </w:style>
  <w:style w:type="paragraph" w:customStyle="1" w:styleId="Normal1">
    <w:name w:val="Normal1"/>
    <w:basedOn w:val="Normal"/>
    <w:autoRedefine/>
    <w:qFormat/>
    <w:rsid w:val="00E03375"/>
    <w:pPr>
      <w:spacing w:after="120"/>
    </w:pPr>
    <w:rPr>
      <w:rFonts w:eastAsia="Times New Roman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86610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ev">
    <w:name w:val="Strong"/>
    <w:basedOn w:val="Policepardfaut"/>
    <w:qFormat/>
    <w:rsid w:val="00112EE6"/>
    <w:rPr>
      <w:b/>
      <w:bCs/>
    </w:rPr>
  </w:style>
  <w:style w:type="paragraph" w:styleId="Retraitcorpsdetexte">
    <w:name w:val="Body Text Indent"/>
    <w:basedOn w:val="Normal"/>
    <w:link w:val="RetraitcorpsdetexteCar"/>
    <w:rsid w:val="00966007"/>
    <w:pPr>
      <w:spacing w:after="120"/>
      <w:ind w:left="283"/>
      <w:jc w:val="left"/>
    </w:pPr>
    <w:rPr>
      <w:rFonts w:eastAsia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966007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ponselve">
    <w:name w:val="Réponse élève"/>
    <w:basedOn w:val="Paragraphedeliste"/>
    <w:link w:val="RponselveCar"/>
    <w:qFormat/>
    <w:rsid w:val="00DA6836"/>
    <w:pPr>
      <w:pBdr>
        <w:top w:val="dashed" w:sz="4" w:space="1" w:color="auto"/>
        <w:left w:val="dashed" w:sz="4" w:space="23" w:color="auto"/>
        <w:bottom w:val="dashed" w:sz="4" w:space="1" w:color="auto"/>
        <w:right w:val="dashed" w:sz="4" w:space="4" w:color="auto"/>
      </w:pBdr>
      <w:spacing w:line="480" w:lineRule="auto"/>
    </w:pPr>
    <w:rPr>
      <w:rFonts w:ascii="Calibri" w:hAnsi="Calibri" w:cs="Calibri"/>
      <w:b w:val="0"/>
      <w:noProof/>
      <w:spacing w:val="20"/>
      <w:w w:val="120"/>
      <w:sz w:val="20"/>
      <w:szCs w:val="22"/>
      <w:u w:val="dash" w:color="000000"/>
      <w:lang w:eastAsia="fr-FR"/>
    </w:rPr>
  </w:style>
  <w:style w:type="character" w:customStyle="1" w:styleId="RponselveCar">
    <w:name w:val="Réponse élève Car"/>
    <w:basedOn w:val="Policepardfaut"/>
    <w:link w:val="Rponselve"/>
    <w:rsid w:val="00DA6836"/>
    <w:rPr>
      <w:rFonts w:ascii="Calibri" w:hAnsi="Calibri" w:cs="Calibri"/>
      <w:noProof/>
      <w:color w:val="FF0000"/>
      <w:spacing w:val="20"/>
      <w:w w:val="120"/>
      <w:sz w:val="20"/>
      <w:u w:val="dash" w:color="000000"/>
      <w:lang w:eastAsia="fr-FR"/>
    </w:rPr>
  </w:style>
  <w:style w:type="paragraph" w:customStyle="1" w:styleId="Question">
    <w:name w:val="Question"/>
    <w:basedOn w:val="Paragraphedeliste"/>
    <w:qFormat/>
    <w:rsid w:val="00DA6836"/>
    <w:pPr>
      <w:numPr>
        <w:numId w:val="4"/>
      </w:numPr>
      <w:pBdr>
        <w:top w:val="single" w:sz="8" w:space="1" w:color="auto"/>
        <w:left w:val="single" w:sz="8" w:space="7" w:color="auto"/>
        <w:bottom w:val="single" w:sz="8" w:space="1" w:color="auto"/>
        <w:right w:val="single" w:sz="8" w:space="4" w:color="auto"/>
        <w:between w:val="dashed" w:sz="4" w:space="1" w:color="auto"/>
        <w:bar w:val="dashed" w:sz="4" w:color="auto"/>
      </w:pBdr>
      <w:shd w:val="clear" w:color="auto" w:fill="DDD9C3" w:themeFill="background2" w:themeFillShade="E6"/>
      <w:tabs>
        <w:tab w:val="left" w:pos="1701"/>
      </w:tabs>
      <w:spacing w:after="200" w:line="276" w:lineRule="auto"/>
      <w:ind w:left="720" w:right="130"/>
    </w:pPr>
    <w:rPr>
      <w:rFonts w:asciiTheme="minorHAnsi" w:hAnsiTheme="minorHAnsi" w:cstheme="minorBidi"/>
      <w:b w:val="0"/>
      <w:color w:val="auto"/>
      <w:sz w:val="22"/>
      <w:szCs w:val="22"/>
    </w:rPr>
  </w:style>
  <w:style w:type="paragraph" w:styleId="NormalWeb">
    <w:name w:val="Normal (Web)"/>
    <w:basedOn w:val="Normal"/>
    <w:uiPriority w:val="99"/>
    <w:unhideWhenUsed/>
    <w:rsid w:val="006129BA"/>
    <w:pPr>
      <w:spacing w:before="100" w:beforeAutospacing="1" w:after="100" w:afterAutospacing="1"/>
      <w:jc w:val="left"/>
    </w:pPr>
    <w:rPr>
      <w:rFonts w:eastAsiaTheme="minorEastAsia"/>
      <w:lang w:eastAsia="fr-FR"/>
    </w:rPr>
  </w:style>
  <w:style w:type="character" w:styleId="Textedelespacerserv">
    <w:name w:val="Placeholder Text"/>
    <w:basedOn w:val="Policepardfaut"/>
    <w:uiPriority w:val="99"/>
    <w:semiHidden/>
    <w:rsid w:val="007F0B10"/>
    <w:rPr>
      <w:color w:val="808080"/>
    </w:rPr>
  </w:style>
  <w:style w:type="character" w:styleId="Accentuation">
    <w:name w:val="Emphasis"/>
    <w:basedOn w:val="Policepardfaut"/>
    <w:uiPriority w:val="20"/>
    <w:qFormat/>
    <w:rsid w:val="00722DBE"/>
    <w:rPr>
      <w:i/>
      <w:iCs/>
    </w:rPr>
  </w:style>
  <w:style w:type="table" w:customStyle="1" w:styleId="Grilledutableau2">
    <w:name w:val="Grille du tableau2"/>
    <w:basedOn w:val="TableauNormal"/>
    <w:next w:val="Grilledutableau"/>
    <w:uiPriority w:val="59"/>
    <w:rsid w:val="00C13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link w:val="Style1Car"/>
    <w:qFormat/>
    <w:rsid w:val="0004093E"/>
    <w:pPr>
      <w:spacing w:after="120"/>
    </w:pPr>
  </w:style>
  <w:style w:type="character" w:customStyle="1" w:styleId="Style1Car">
    <w:name w:val="Style1 Car"/>
    <w:basedOn w:val="Policepardfaut"/>
    <w:link w:val="Style1"/>
    <w:rsid w:val="0004093E"/>
    <w:rPr>
      <w:rFonts w:ascii="Times New Roman" w:hAnsi="Times New Roman" w:cs="Times New Roman"/>
      <w:sz w:val="24"/>
      <w:szCs w:val="24"/>
    </w:rPr>
  </w:style>
  <w:style w:type="paragraph" w:customStyle="1" w:styleId="rvps3">
    <w:name w:val="rvps3"/>
    <w:basedOn w:val="Normal"/>
    <w:rsid w:val="000019B2"/>
    <w:pPr>
      <w:ind w:left="115" w:right="115"/>
    </w:pPr>
    <w:rPr>
      <w:rFonts w:eastAsia="Times New Roman"/>
      <w:lang w:eastAsia="fr-FR"/>
    </w:rPr>
  </w:style>
  <w:style w:type="character" w:customStyle="1" w:styleId="rvts8">
    <w:name w:val="rvts8"/>
    <w:basedOn w:val="Policepardfaut"/>
    <w:rsid w:val="00B618E2"/>
    <w:rPr>
      <w:rFonts w:ascii="Tahoma" w:hAnsi="Tahoma" w:cs="Tahoma" w:hint="default"/>
      <w:sz w:val="24"/>
      <w:szCs w:val="24"/>
    </w:rPr>
  </w:style>
  <w:style w:type="character" w:customStyle="1" w:styleId="rvts17">
    <w:name w:val="rvts17"/>
    <w:basedOn w:val="Policepardfaut"/>
    <w:rsid w:val="00807624"/>
    <w:rPr>
      <w:rFonts w:ascii="Tahoma" w:hAnsi="Tahoma" w:cs="Tahoma" w:hint="default"/>
      <w:b/>
      <w:bCs/>
      <w:sz w:val="24"/>
      <w:szCs w:val="24"/>
    </w:rPr>
  </w:style>
  <w:style w:type="character" w:customStyle="1" w:styleId="rvts18">
    <w:name w:val="rvts18"/>
    <w:basedOn w:val="Policepardfaut"/>
    <w:rsid w:val="00807624"/>
    <w:rPr>
      <w:rFonts w:ascii="Tahoma" w:hAnsi="Tahoma" w:cs="Tahoma" w:hint="default"/>
      <w:b/>
      <w:bCs/>
      <w:color w:val="B266B2"/>
      <w:sz w:val="24"/>
      <w:szCs w:val="24"/>
    </w:rPr>
  </w:style>
  <w:style w:type="character" w:customStyle="1" w:styleId="rvts19">
    <w:name w:val="rvts19"/>
    <w:basedOn w:val="Policepardfaut"/>
    <w:rsid w:val="00807624"/>
    <w:rPr>
      <w:rFonts w:ascii="Tahoma" w:hAnsi="Tahoma" w:cs="Tahoma" w:hint="default"/>
      <w:b/>
      <w:bCs/>
      <w:color w:val="00B050"/>
      <w:sz w:val="24"/>
      <w:szCs w:val="24"/>
    </w:rPr>
  </w:style>
  <w:style w:type="character" w:customStyle="1" w:styleId="rvts20">
    <w:name w:val="rvts20"/>
    <w:basedOn w:val="Policepardfaut"/>
    <w:rsid w:val="00807624"/>
    <w:rPr>
      <w:rFonts w:ascii="Tahoma" w:hAnsi="Tahoma" w:cs="Tahoma" w:hint="default"/>
      <w:b/>
      <w:bCs/>
      <w:color w:val="FF0000"/>
      <w:sz w:val="24"/>
      <w:szCs w:val="24"/>
    </w:rPr>
  </w:style>
  <w:style w:type="character" w:customStyle="1" w:styleId="rvts21">
    <w:name w:val="rvts21"/>
    <w:basedOn w:val="Policepardfaut"/>
    <w:rsid w:val="00807624"/>
    <w:rPr>
      <w:rFonts w:ascii="Tahoma" w:hAnsi="Tahoma" w:cs="Tahoma" w:hint="default"/>
      <w:b/>
      <w:bCs/>
      <w:color w:val="0000FF"/>
      <w:sz w:val="24"/>
      <w:szCs w:val="24"/>
    </w:rPr>
  </w:style>
  <w:style w:type="character" w:customStyle="1" w:styleId="rvts22">
    <w:name w:val="rvts22"/>
    <w:basedOn w:val="Policepardfaut"/>
    <w:rsid w:val="00807624"/>
    <w:rPr>
      <w:rFonts w:ascii="Tahoma" w:hAnsi="Tahoma" w:cs="Tahoma" w:hint="default"/>
      <w:b/>
      <w:bCs/>
      <w:color w:val="FFFF00"/>
      <w:sz w:val="24"/>
      <w:szCs w:val="24"/>
      <w:shd w:val="clear" w:color="auto" w:fill="D8D8D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0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76952">
              <w:marLeft w:val="150"/>
              <w:marRight w:val="15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60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0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87195">
              <w:marLeft w:val="150"/>
              <w:marRight w:val="15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rso\AppData\Roaming\Microsoft\Templates\Mod&#233;le%20Cour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45DCD-4C13-41B3-90B8-DC0965BE3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Modéle Cours.dotx</Template>
  <TotalTime>2</TotalTime>
  <Pages>1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Perso</dc:creator>
  <cp:lastModifiedBy>peuge</cp:lastModifiedBy>
  <cp:revision>8</cp:revision>
  <cp:lastPrinted>2024-10-16T17:58:00Z</cp:lastPrinted>
  <dcterms:created xsi:type="dcterms:W3CDTF">2020-03-31T10:25:00Z</dcterms:created>
  <dcterms:modified xsi:type="dcterms:W3CDTF">2024-10-16T17:58:00Z</dcterms:modified>
</cp:coreProperties>
</file>